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7DC165E1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2A0C93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03197978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0A2B9B" w:rsidRPr="00222D6B">
        <w:rPr>
          <w:rFonts w:cstheme="minorHAnsi"/>
          <w:noProof/>
          <w:szCs w:val="18"/>
          <w:lang w:eastAsia="pl-PL"/>
        </w:rPr>
        <w:t>POST/DYS/OW/GZ/04293/2025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0A2B9B" w:rsidRPr="00222D6B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2EAA1F4A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0A2B9B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5FC28748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0A2B9B" w:rsidRPr="00222D6B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2AA47B9C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0A2B9B" w:rsidRPr="00222D6B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0A2B9B" w:rsidRPr="00222D6B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58DBB0F2" w:rsidR="00973D85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7F20080E" w14:textId="091FB38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036D155" w14:textId="63EE32A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41A281B" w14:textId="37B4B9F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B4E6B68" w14:textId="782D9D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9052BDE" w14:textId="2038ABF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92AA42F" w14:textId="28C2A76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7EB42FB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4A89B6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FC1D6ED" w14:textId="77777777" w:rsidR="00997374" w:rsidRDefault="00997374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55C2939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0A2B9B" w:rsidRPr="00222D6B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0A2B9B" w:rsidRPr="00222D6B">
        <w:rPr>
          <w:rFonts w:cstheme="minorHAnsi"/>
          <w:b/>
          <w:noProof/>
        </w:rPr>
        <w:t>POST/DYS/OW/GZ/04293/2025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lastRenderedPageBreak/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3A167066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A2B9B" w:rsidRPr="00222D6B">
        <w:rPr>
          <w:rFonts w:cstheme="minorHAnsi"/>
          <w:noProof/>
          <w:lang w:eastAsia="pl-PL"/>
        </w:rPr>
        <w:t>POST/DYS/OW/GZ/04293/2025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A2B9B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998BE1" w14:textId="673A6B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3240E9" w14:textId="18A098A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7AD14669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0A2B9B" w:rsidRPr="00222D6B">
        <w:rPr>
          <w:rFonts w:cstheme="minorHAnsi"/>
          <w:noProof/>
          <w:lang w:eastAsia="pl-PL"/>
        </w:rPr>
        <w:t>POST/DYS/OW/GZ/04293/2025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0A2B9B" w:rsidRPr="00222D6B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235EC8F2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0A2B9B" w:rsidRPr="00222D6B">
        <w:rPr>
          <w:rFonts w:cstheme="minorHAnsi"/>
          <w:noProof/>
          <w:lang w:eastAsia="pl-PL"/>
        </w:rPr>
        <w:t>POST/DYS/OW/GZ/04293/2025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0A2B9B" w:rsidRPr="00222D6B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477EF146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A2B9B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Mińsk Mazowiecki obszar nr R37: Gmina Dobre, Gmina Grębków, Gmina Jakubów, Gmina i Miasto Kałuszyn, Gmina Korytnica, Gmina Wierzbno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59C383F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A2B9B" w:rsidRPr="00222D6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POST/DYS/OW/GZ/04293/2025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0C93"/>
    <w:rsid w:val="002A3129"/>
    <w:rsid w:val="002A48F7"/>
    <w:rsid w:val="002B3D76"/>
    <w:rsid w:val="002B5C62"/>
    <w:rsid w:val="002C470F"/>
    <w:rsid w:val="002C66E0"/>
    <w:rsid w:val="002D3974"/>
    <w:rsid w:val="002D4CAD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3BF7"/>
    <w:rsid w:val="0040472A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7380"/>
    <w:rsid w:val="005A354D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5D64"/>
    <w:rsid w:val="0071035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B5B0A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916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6BBA"/>
    <w:rsid w:val="00EE5E2C"/>
    <w:rsid w:val="00F01E75"/>
    <w:rsid w:val="00F21DD8"/>
    <w:rsid w:val="00F25128"/>
    <w:rsid w:val="00F32BD1"/>
    <w:rsid w:val="00F377D2"/>
    <w:rsid w:val="00F41DC5"/>
    <w:rsid w:val="00F4718C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4293_zał nr 4, 6, 7, 8, 11 do SWZ.docx</dmsv2BaseFileName>
    <dmsv2BaseDisplayName xmlns="http://schemas.microsoft.com/sharepoint/v3">4293_zał nr 4, 6, 7, 8, 11 do SWZ</dmsv2BaseDisplayName>
    <dmsv2SWPP2ObjectNumber xmlns="http://schemas.microsoft.com/sharepoint/v3">POST/DYS/OW/GZ/04293/2025                         </dmsv2SWPP2ObjectNumber>
    <dmsv2SWPP2SumMD5 xmlns="http://schemas.microsoft.com/sharepoint/v3">b541d708acd646a5c6cfd3cc6b92672e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700217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23868228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DPFVW34YURAE-834641568-16429</_dlc_DocId>
    <_dlc_DocIdUrl xmlns="a19cb1c7-c5c7-46d4-85ae-d83685407bba">
      <Url>https://swpp2.dms.gkpge.pl/sites/40/_layouts/15/DocIdRedir.aspx?ID=DPFVW34YURAE-834641568-16429</Url>
      <Description>DPFVW34YURAE-834641568-16429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DD8788-EFCC-4FDD-9371-201598C2E848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F5F31A-8061-487B-A0A5-FD6BC258077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5273</Words>
  <Characters>31643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2025-11-27T19:45:00Z</dcterms:created>
  <dcterms:modified xsi:type="dcterms:W3CDTF">2025-11-27T20:50:00Z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93571a4a-ae7b-4078-beae-558abdf3985a</vt:lpwstr>
  </property>
</Properties>
</file>